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1F" w:rsidRDefault="00B74BC9" w:rsidP="00B74BC9">
      <w:pPr>
        <w:rPr>
          <w:sz w:val="52"/>
          <w:szCs w:val="52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1E12EDFD" wp14:editId="5740B988">
            <wp:extent cx="876300" cy="1358265"/>
            <wp:effectExtent l="0" t="0" r="0" b="0"/>
            <wp:docPr id="1" name="Picture 1" descr="http://www.dymocks.com.au/ImageHandler.ashx?w=200&amp;q=9781741690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ymocks.com.au/ImageHandler.ashx?w=200&amp;q=97817416906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  <w:szCs w:val="52"/>
        </w:rPr>
        <w:t xml:space="preserve">        </w:t>
      </w:r>
      <w:r w:rsidR="00466C1F">
        <w:rPr>
          <w:sz w:val="52"/>
          <w:szCs w:val="52"/>
        </w:rPr>
        <w:t>My Poster Design</w:t>
      </w:r>
      <w:r>
        <w:rPr>
          <w:sz w:val="52"/>
          <w:szCs w:val="52"/>
        </w:rPr>
        <w:t xml:space="preserve">           </w:t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1D00568C" wp14:editId="3104F58D">
            <wp:extent cx="878758" cy="1362075"/>
            <wp:effectExtent l="0" t="0" r="0" b="0"/>
            <wp:docPr id="2" name="Picture 2" descr="http://www.dymocks.com.au/ImageHandler.ashx?w=200&amp;q=9781741690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ymocks.com.au/ImageHandler.ashx?w=200&amp;q=97817416906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58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C1F" w:rsidRDefault="00466C1F" w:rsidP="00466C1F">
      <w:pPr>
        <w:jc w:val="center"/>
        <w:rPr>
          <w:sz w:val="24"/>
          <w:szCs w:val="24"/>
        </w:rPr>
      </w:pPr>
      <w:bookmarkStart w:id="0" w:name="_GoBack"/>
    </w:p>
    <w:bookmarkEnd w:id="0"/>
    <w:p w:rsidR="00466C1F" w:rsidRDefault="00466C1F" w:rsidP="00466C1F">
      <w:pPr>
        <w:jc w:val="center"/>
        <w:rPr>
          <w:color w:val="FF0000"/>
          <w:sz w:val="72"/>
          <w:szCs w:val="72"/>
        </w:rPr>
      </w:pPr>
      <w:r w:rsidRPr="00466C1F">
        <w:rPr>
          <w:color w:val="FF0000"/>
          <w:sz w:val="72"/>
          <w:szCs w:val="72"/>
        </w:rPr>
        <w:t>FREAK STREET</w:t>
      </w:r>
    </w:p>
    <w:p w:rsidR="00466C1F" w:rsidRPr="00B74BC9" w:rsidRDefault="00B74BC9" w:rsidP="00466C1F">
      <w:pPr>
        <w:rPr>
          <w:b/>
          <w:sz w:val="36"/>
          <w:szCs w:val="36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74BC9">
        <w:rPr>
          <w:b/>
          <w:sz w:val="36"/>
          <w:szCs w:val="36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Freak Street is a funny little series that’s a bit mixed up. </w:t>
      </w:r>
    </w:p>
    <w:p w:rsidR="00B74BC9" w:rsidRDefault="00B74BC9" w:rsidP="00466C1F">
      <w:pPr>
        <w:rPr>
          <w:color w:val="FF0000"/>
          <w:sz w:val="24"/>
          <w:szCs w:val="24"/>
        </w:rPr>
      </w:pPr>
    </w:p>
    <w:p w:rsidR="00B74BC9" w:rsidRDefault="00B74BC9" w:rsidP="00466C1F">
      <w:pPr>
        <w:rPr>
          <w:color w:val="FF0000"/>
          <w:sz w:val="24"/>
          <w:szCs w:val="24"/>
        </w:rPr>
      </w:pPr>
    </w:p>
    <w:p w:rsidR="00B74BC9" w:rsidRPr="00466C1F" w:rsidRDefault="00B74BC9" w:rsidP="00466C1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</w:t>
      </w:r>
      <w:r w:rsidRPr="00B74BC9">
        <w:rPr>
          <w:rFonts w:ascii="Arial" w:hAnsi="Arial" w:cs="Arial"/>
          <w:noProof/>
          <w:sz w:val="20"/>
          <w:szCs w:val="20"/>
          <w:highlight w:val="yellow"/>
          <w:lang w:eastAsia="en-NZ"/>
        </w:rPr>
        <w:drawing>
          <wp:inline distT="0" distB="0" distL="0" distR="0" wp14:anchorId="5888AB19" wp14:editId="0E18C3D7">
            <wp:extent cx="1905000" cy="2952750"/>
            <wp:effectExtent l="0" t="0" r="0" b="0"/>
            <wp:docPr id="3" name="Picture 3" descr="http://www.dymocks.com.au/ImageHandler.ashx?w=200&amp;q=9781741690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ymocks.com.au/ImageHandler.ashx?w=200&amp;q=97817416906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C1F" w:rsidRPr="00B74BC9" w:rsidRDefault="00466C1F" w:rsidP="00466C1F">
      <w:pPr>
        <w:jc w:val="center"/>
        <w:rPr>
          <w:color w:val="00B050"/>
          <w:sz w:val="72"/>
          <w:szCs w:val="72"/>
        </w:rPr>
      </w:pPr>
    </w:p>
    <w:p w:rsidR="00466C1F" w:rsidRPr="00B74BC9" w:rsidRDefault="00B74BC9">
      <w:pPr>
        <w:jc w:val="center"/>
        <w:rPr>
          <w:color w:val="00B050"/>
          <w:sz w:val="72"/>
          <w:szCs w:val="72"/>
        </w:rPr>
      </w:pPr>
      <w:r w:rsidRPr="00B74BC9">
        <w:rPr>
          <w:color w:val="00B050"/>
          <w:sz w:val="72"/>
          <w:szCs w:val="72"/>
        </w:rPr>
        <w:t>Only $5.OO</w:t>
      </w:r>
    </w:p>
    <w:sectPr w:rsidR="00466C1F" w:rsidRPr="00B74BC9" w:rsidSect="00466C1F">
      <w:pgSz w:w="11906" w:h="16838"/>
      <w:pgMar w:top="1440" w:right="1440" w:bottom="1440" w:left="1440" w:header="708" w:footer="708" w:gutter="0"/>
      <w:pgBorders w:offsetFrom="page">
        <w:top w:val="dashDotStroked" w:sz="24" w:space="24" w:color="7030A0"/>
        <w:left w:val="dashDotStroked" w:sz="24" w:space="24" w:color="7030A0"/>
        <w:bottom w:val="dashDotStroked" w:sz="24" w:space="24" w:color="7030A0"/>
        <w:right w:val="dashDotStroked" w:sz="24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1F"/>
    <w:rsid w:val="00466C1F"/>
    <w:rsid w:val="005F1BDF"/>
    <w:rsid w:val="00B7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4898-43BC-4A57-987E-6F03B3E9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21F3FE30</Template>
  <TotalTime>18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2011-05-02T22:23:00Z</dcterms:created>
  <dcterms:modified xsi:type="dcterms:W3CDTF">2011-08-14T23:44:00Z</dcterms:modified>
</cp:coreProperties>
</file>